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Ind w:w="-106" w:type="dxa"/>
        <w:tblLook w:val="01E0"/>
      </w:tblPr>
      <w:tblGrid>
        <w:gridCol w:w="5070"/>
        <w:gridCol w:w="5103"/>
      </w:tblGrid>
      <w:tr w:rsidR="0047603B" w:rsidRPr="000D4572">
        <w:tc>
          <w:tcPr>
            <w:tcW w:w="5070" w:type="dxa"/>
          </w:tcPr>
          <w:p w:rsidR="0047603B" w:rsidRPr="000D4572" w:rsidRDefault="0047603B" w:rsidP="00785426"/>
        </w:tc>
        <w:tc>
          <w:tcPr>
            <w:tcW w:w="5103" w:type="dxa"/>
          </w:tcPr>
          <w:p w:rsidR="0047603B" w:rsidRPr="000D4572" w:rsidRDefault="0047603B" w:rsidP="00E24264">
            <w:pPr>
              <w:ind w:right="612" w:firstLine="0"/>
              <w:jc w:val="center"/>
            </w:pPr>
            <w:r w:rsidRPr="000D4572">
              <w:t xml:space="preserve">            ПРИЛОЖЕНИЕ № </w:t>
            </w:r>
            <w:r>
              <w:t>2</w:t>
            </w:r>
          </w:p>
          <w:p w:rsidR="0047603B" w:rsidRPr="000D4572" w:rsidRDefault="0047603B" w:rsidP="00E24264">
            <w:pPr>
              <w:ind w:firstLine="0"/>
              <w:jc w:val="center"/>
            </w:pPr>
            <w:r w:rsidRPr="000D4572">
              <w:t xml:space="preserve">к административному регламенту предоставления администрацией </w:t>
            </w:r>
            <w:r>
              <w:t xml:space="preserve">Школьненского сельского поселения Белореченского района </w:t>
            </w:r>
            <w:r w:rsidRPr="000D4572">
              <w:t xml:space="preserve">          муниципальной услуги</w:t>
            </w:r>
          </w:p>
          <w:p w:rsidR="0047603B" w:rsidRPr="000D4572" w:rsidRDefault="0047603B" w:rsidP="000B132A">
            <w:pPr>
              <w:ind w:firstLine="0"/>
              <w:jc w:val="center"/>
            </w:pPr>
            <w:r w:rsidRPr="000D4572">
              <w:t>«Возврат платежей физических и юридических лиц по неналоговым доходам из бюджета муниципального образования»</w:t>
            </w:r>
          </w:p>
        </w:tc>
      </w:tr>
    </w:tbl>
    <w:p w:rsidR="0047603B" w:rsidRPr="000D4572" w:rsidRDefault="0047603B" w:rsidP="006F48A4">
      <w:pPr>
        <w:jc w:val="center"/>
        <w:rPr>
          <w:sz w:val="24"/>
          <w:szCs w:val="24"/>
        </w:rPr>
      </w:pPr>
    </w:p>
    <w:p w:rsidR="0047603B" w:rsidRPr="000D4572" w:rsidRDefault="0047603B" w:rsidP="006F48A4">
      <w:pPr>
        <w:jc w:val="center"/>
        <w:rPr>
          <w:b/>
          <w:bCs/>
          <w:sz w:val="24"/>
          <w:szCs w:val="24"/>
        </w:rPr>
      </w:pPr>
      <w:r w:rsidRPr="000D4572">
        <w:rPr>
          <w:b/>
          <w:bCs/>
          <w:sz w:val="24"/>
          <w:szCs w:val="24"/>
        </w:rPr>
        <w:t>ФОРМА ЗАЯВЛЕНИЯ</w:t>
      </w:r>
    </w:p>
    <w:p w:rsidR="0047603B" w:rsidRPr="000D4572" w:rsidRDefault="0047603B" w:rsidP="006F48A4">
      <w:pPr>
        <w:jc w:val="center"/>
        <w:rPr>
          <w:sz w:val="24"/>
          <w:szCs w:val="24"/>
        </w:rPr>
      </w:pPr>
    </w:p>
    <w:p w:rsidR="0047603B" w:rsidRPr="00CD184D" w:rsidRDefault="0047603B" w:rsidP="002611FB">
      <w:pPr>
        <w:ind w:left="5387" w:firstLine="0"/>
        <w:rPr>
          <w:sz w:val="26"/>
          <w:szCs w:val="26"/>
        </w:rPr>
      </w:pPr>
      <w:bookmarkStart w:id="0" w:name="_GoBack"/>
      <w:bookmarkEnd w:id="0"/>
      <w:r w:rsidRPr="000D4572">
        <w:rPr>
          <w:sz w:val="26"/>
          <w:szCs w:val="26"/>
        </w:rPr>
        <w:t xml:space="preserve">Главе </w:t>
      </w:r>
      <w:r>
        <w:rPr>
          <w:sz w:val="26"/>
          <w:szCs w:val="26"/>
        </w:rPr>
        <w:t xml:space="preserve">Школьненского сельского поселения </w:t>
      </w:r>
      <w:r w:rsidRPr="000D4572">
        <w:rPr>
          <w:sz w:val="26"/>
          <w:szCs w:val="26"/>
        </w:rPr>
        <w:t xml:space="preserve"> </w:t>
      </w:r>
      <w:r w:rsidRPr="00CD184D">
        <w:rPr>
          <w:sz w:val="26"/>
          <w:szCs w:val="26"/>
        </w:rPr>
        <w:t>Белореченск</w:t>
      </w:r>
      <w:r>
        <w:rPr>
          <w:sz w:val="26"/>
          <w:szCs w:val="26"/>
        </w:rPr>
        <w:t>ого</w:t>
      </w:r>
      <w:r w:rsidRPr="00CD184D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</w:t>
      </w:r>
    </w:p>
    <w:p w:rsidR="0047603B" w:rsidRPr="000D4572" w:rsidRDefault="0047603B" w:rsidP="006360D3">
      <w:pPr>
        <w:ind w:firstLine="5387"/>
        <w:rPr>
          <w:sz w:val="26"/>
          <w:szCs w:val="26"/>
        </w:rPr>
      </w:pPr>
      <w:r>
        <w:rPr>
          <w:sz w:val="26"/>
          <w:szCs w:val="26"/>
        </w:rPr>
        <w:t>_______________________________</w:t>
      </w:r>
    </w:p>
    <w:p w:rsidR="0047603B" w:rsidRPr="000D4572" w:rsidRDefault="0047603B" w:rsidP="00EC7E64">
      <w:pPr>
        <w:ind w:firstLine="5245"/>
        <w:rPr>
          <w:sz w:val="26"/>
          <w:szCs w:val="26"/>
        </w:rPr>
      </w:pPr>
    </w:p>
    <w:p w:rsidR="0047603B" w:rsidRPr="000D4572" w:rsidRDefault="0047603B" w:rsidP="00822A6D">
      <w:pPr>
        <w:rPr>
          <w:sz w:val="26"/>
          <w:szCs w:val="26"/>
        </w:rPr>
      </w:pPr>
    </w:p>
    <w:p w:rsidR="0047603B" w:rsidRPr="000D4572" w:rsidRDefault="0047603B" w:rsidP="00CD184D">
      <w:pPr>
        <w:ind w:firstLine="0"/>
        <w:jc w:val="center"/>
        <w:rPr>
          <w:b/>
          <w:bCs/>
          <w:sz w:val="26"/>
          <w:szCs w:val="26"/>
        </w:rPr>
      </w:pPr>
      <w:r w:rsidRPr="000D4572">
        <w:rPr>
          <w:b/>
          <w:bCs/>
          <w:sz w:val="26"/>
          <w:szCs w:val="26"/>
        </w:rPr>
        <w:t>Заявление</w:t>
      </w:r>
      <w:r w:rsidRPr="000D4572">
        <w:rPr>
          <w:b/>
          <w:bCs/>
          <w:sz w:val="26"/>
          <w:szCs w:val="26"/>
        </w:rPr>
        <w:br/>
      </w:r>
      <w:r w:rsidRPr="00773BB0">
        <w:rPr>
          <w:b/>
          <w:bCs/>
          <w:sz w:val="26"/>
          <w:szCs w:val="26"/>
        </w:rPr>
        <w:t>о возврате платежа по неналоговым доходам из бюджета муниципального образования</w:t>
      </w:r>
    </w:p>
    <w:p w:rsidR="0047603B" w:rsidRPr="000D4572" w:rsidRDefault="0047603B" w:rsidP="000B132A">
      <w:pPr>
        <w:jc w:val="both"/>
        <w:rPr>
          <w:sz w:val="26"/>
          <w:szCs w:val="26"/>
        </w:rPr>
      </w:pPr>
      <w:r w:rsidRPr="000D4572">
        <w:rPr>
          <w:sz w:val="26"/>
          <w:szCs w:val="26"/>
        </w:rPr>
        <w:t>Я, _____________</w:t>
      </w:r>
      <w:r w:rsidRPr="000D4572">
        <w:rPr>
          <w:i/>
          <w:iCs/>
          <w:sz w:val="26"/>
          <w:szCs w:val="26"/>
          <w:u w:val="single"/>
        </w:rPr>
        <w:t>Иванов Иван Иванович</w:t>
      </w:r>
      <w:r w:rsidRPr="000D4572">
        <w:rPr>
          <w:sz w:val="26"/>
          <w:szCs w:val="26"/>
        </w:rPr>
        <w:t>___________________________________,</w:t>
      </w:r>
    </w:p>
    <w:p w:rsidR="0047603B" w:rsidRPr="000D4572" w:rsidRDefault="0047603B" w:rsidP="000B132A">
      <w:pPr>
        <w:ind w:firstLine="0"/>
        <w:jc w:val="both"/>
        <w:rPr>
          <w:sz w:val="22"/>
          <w:szCs w:val="22"/>
        </w:rPr>
      </w:pPr>
      <w:r w:rsidRPr="000D4572">
        <w:rPr>
          <w:sz w:val="22"/>
          <w:szCs w:val="22"/>
        </w:rPr>
        <w:t xml:space="preserve">                                                       (полностью Ф.И.О. заявителя)</w:t>
      </w:r>
    </w:p>
    <w:p w:rsidR="0047603B" w:rsidRPr="000D4572" w:rsidRDefault="0047603B" w:rsidP="000B132A">
      <w:pPr>
        <w:ind w:firstLine="0"/>
        <w:jc w:val="both"/>
        <w:rPr>
          <w:sz w:val="26"/>
          <w:szCs w:val="26"/>
        </w:rPr>
      </w:pPr>
      <w:r w:rsidRPr="000D4572">
        <w:rPr>
          <w:sz w:val="26"/>
          <w:szCs w:val="26"/>
        </w:rPr>
        <w:t xml:space="preserve">паспорт серии </w:t>
      </w:r>
      <w:r w:rsidRPr="000D4572">
        <w:rPr>
          <w:i/>
          <w:iCs/>
          <w:sz w:val="26"/>
          <w:szCs w:val="26"/>
          <w:u w:val="single"/>
        </w:rPr>
        <w:t>_    03 58</w:t>
      </w:r>
      <w:r w:rsidRPr="000D4572">
        <w:rPr>
          <w:sz w:val="26"/>
          <w:szCs w:val="26"/>
        </w:rPr>
        <w:t xml:space="preserve">   _ номер </w:t>
      </w:r>
      <w:r w:rsidRPr="000D4572">
        <w:rPr>
          <w:i/>
          <w:iCs/>
          <w:sz w:val="26"/>
          <w:szCs w:val="26"/>
          <w:u w:val="single"/>
        </w:rPr>
        <w:t>_   458976</w:t>
      </w:r>
      <w:r w:rsidRPr="000D4572">
        <w:rPr>
          <w:sz w:val="26"/>
          <w:szCs w:val="26"/>
        </w:rPr>
        <w:t xml:space="preserve">   __, выдан «_</w:t>
      </w:r>
      <w:r w:rsidRPr="000D4572">
        <w:rPr>
          <w:i/>
          <w:iCs/>
          <w:sz w:val="26"/>
          <w:szCs w:val="26"/>
          <w:u w:val="single"/>
        </w:rPr>
        <w:t>18</w:t>
      </w:r>
      <w:r w:rsidRPr="000D4572">
        <w:rPr>
          <w:sz w:val="26"/>
          <w:szCs w:val="26"/>
        </w:rPr>
        <w:t>_»__</w:t>
      </w:r>
      <w:r w:rsidRPr="000D4572">
        <w:rPr>
          <w:i/>
          <w:iCs/>
          <w:sz w:val="26"/>
          <w:szCs w:val="26"/>
          <w:u w:val="single"/>
        </w:rPr>
        <w:t xml:space="preserve">   февраля     </w:t>
      </w:r>
      <w:r w:rsidRPr="000D4572">
        <w:rPr>
          <w:sz w:val="26"/>
          <w:szCs w:val="26"/>
        </w:rPr>
        <w:t>___ 2001 г.</w:t>
      </w:r>
    </w:p>
    <w:p w:rsidR="0047603B" w:rsidRPr="000D4572" w:rsidRDefault="0047603B" w:rsidP="000B132A">
      <w:pPr>
        <w:ind w:firstLine="0"/>
        <w:jc w:val="both"/>
        <w:rPr>
          <w:i/>
          <w:iCs/>
          <w:sz w:val="26"/>
          <w:szCs w:val="26"/>
          <w:u w:val="single"/>
        </w:rPr>
      </w:pPr>
      <w:r w:rsidRPr="000D4572">
        <w:rPr>
          <w:i/>
          <w:iCs/>
          <w:sz w:val="26"/>
          <w:szCs w:val="26"/>
          <w:u w:val="single"/>
        </w:rPr>
        <w:t xml:space="preserve">_____                      УВД Западного округа города Краснодара              _________________ </w:t>
      </w:r>
    </w:p>
    <w:p w:rsidR="0047603B" w:rsidRPr="000D4572" w:rsidRDefault="0047603B" w:rsidP="000B132A">
      <w:pPr>
        <w:ind w:firstLine="0"/>
        <w:jc w:val="center"/>
        <w:rPr>
          <w:sz w:val="22"/>
          <w:szCs w:val="22"/>
        </w:rPr>
      </w:pPr>
      <w:r w:rsidRPr="000D4572">
        <w:rPr>
          <w:sz w:val="22"/>
          <w:szCs w:val="22"/>
        </w:rPr>
        <w:t>(каким органом выдан)</w:t>
      </w:r>
    </w:p>
    <w:p w:rsidR="0047603B" w:rsidRPr="000D4572" w:rsidRDefault="0047603B" w:rsidP="000B132A">
      <w:pPr>
        <w:ind w:firstLine="0"/>
        <w:jc w:val="both"/>
        <w:rPr>
          <w:sz w:val="26"/>
          <w:szCs w:val="26"/>
        </w:rPr>
      </w:pPr>
      <w:r w:rsidRPr="000D4572">
        <w:rPr>
          <w:sz w:val="26"/>
          <w:szCs w:val="26"/>
        </w:rPr>
        <w:t xml:space="preserve">код подразделения   </w:t>
      </w:r>
      <w:r w:rsidRPr="000D4572">
        <w:rPr>
          <w:i/>
          <w:iCs/>
          <w:sz w:val="26"/>
          <w:szCs w:val="26"/>
          <w:u w:val="single"/>
        </w:rPr>
        <w:t xml:space="preserve">  000-000             </w:t>
      </w:r>
      <w:r w:rsidRPr="000D4572">
        <w:rPr>
          <w:sz w:val="26"/>
          <w:szCs w:val="26"/>
        </w:rPr>
        <w:t>, контактный телефона   ___</w:t>
      </w:r>
      <w:r w:rsidRPr="000D4572">
        <w:rPr>
          <w:i/>
          <w:iCs/>
          <w:sz w:val="26"/>
          <w:szCs w:val="26"/>
          <w:u w:val="single"/>
        </w:rPr>
        <w:t xml:space="preserve">        8918258594           </w:t>
      </w:r>
      <w:r w:rsidRPr="000D4572">
        <w:rPr>
          <w:sz w:val="26"/>
          <w:szCs w:val="26"/>
        </w:rPr>
        <w:t>,</w:t>
      </w:r>
    </w:p>
    <w:p w:rsidR="0047603B" w:rsidRPr="000D4572" w:rsidRDefault="0047603B" w:rsidP="000B132A">
      <w:pPr>
        <w:ind w:firstLine="0"/>
        <w:rPr>
          <w:sz w:val="26"/>
          <w:szCs w:val="26"/>
        </w:rPr>
      </w:pPr>
      <w:r w:rsidRPr="000D4572">
        <w:rPr>
          <w:sz w:val="26"/>
          <w:szCs w:val="26"/>
        </w:rPr>
        <w:t>проживающий (ая) по адресу: __________________________________________________</w:t>
      </w:r>
    </w:p>
    <w:p w:rsidR="0047603B" w:rsidRPr="000D4572" w:rsidRDefault="0047603B" w:rsidP="000B132A">
      <w:pPr>
        <w:ind w:firstLine="0"/>
        <w:rPr>
          <w:sz w:val="26"/>
          <w:szCs w:val="26"/>
        </w:rPr>
      </w:pPr>
      <w:r w:rsidRPr="000D4572">
        <w:rPr>
          <w:sz w:val="26"/>
          <w:szCs w:val="26"/>
        </w:rPr>
        <w:t>_________________________</w:t>
      </w:r>
      <w:r w:rsidRPr="000D4572">
        <w:rPr>
          <w:i/>
          <w:iCs/>
          <w:sz w:val="26"/>
          <w:szCs w:val="26"/>
          <w:u w:val="single"/>
        </w:rPr>
        <w:t xml:space="preserve">г. Краснодар, ул. Советская, д. 10, кв. 2, </w:t>
      </w:r>
      <w:r w:rsidRPr="000D4572">
        <w:rPr>
          <w:sz w:val="26"/>
          <w:szCs w:val="26"/>
        </w:rPr>
        <w:t xml:space="preserve">________________ </w:t>
      </w:r>
    </w:p>
    <w:p w:rsidR="0047603B" w:rsidRPr="000D4572" w:rsidRDefault="0047603B" w:rsidP="000B132A">
      <w:pPr>
        <w:ind w:firstLine="0"/>
        <w:jc w:val="center"/>
        <w:rPr>
          <w:sz w:val="22"/>
          <w:szCs w:val="22"/>
        </w:rPr>
      </w:pPr>
      <w:r w:rsidRPr="000D4572">
        <w:rPr>
          <w:sz w:val="22"/>
          <w:szCs w:val="22"/>
        </w:rPr>
        <w:t>(полностью место фактического проживания)</w:t>
      </w:r>
    </w:p>
    <w:p w:rsidR="0047603B" w:rsidRPr="000D4572" w:rsidRDefault="0047603B" w:rsidP="000B132A">
      <w:pPr>
        <w:ind w:firstLine="0"/>
        <w:jc w:val="both"/>
        <w:rPr>
          <w:sz w:val="26"/>
          <w:szCs w:val="26"/>
        </w:rPr>
      </w:pPr>
      <w:r w:rsidRPr="000D4572">
        <w:rPr>
          <w:sz w:val="26"/>
          <w:szCs w:val="26"/>
        </w:rPr>
        <w:t xml:space="preserve">прошу Вас осуществить возврат платежа, в сумме  </w:t>
      </w:r>
      <w:r w:rsidRPr="000D4572">
        <w:rPr>
          <w:i/>
          <w:iCs/>
          <w:sz w:val="26"/>
          <w:szCs w:val="26"/>
          <w:u w:val="single"/>
        </w:rPr>
        <w:t xml:space="preserve">      10 000        </w:t>
      </w:r>
      <w:r w:rsidRPr="000D4572">
        <w:rPr>
          <w:sz w:val="26"/>
          <w:szCs w:val="26"/>
        </w:rPr>
        <w:t xml:space="preserve">руб. </w:t>
      </w:r>
      <w:r w:rsidRPr="000D4572">
        <w:rPr>
          <w:i/>
          <w:iCs/>
          <w:sz w:val="26"/>
          <w:szCs w:val="26"/>
          <w:u w:val="single"/>
        </w:rPr>
        <w:t xml:space="preserve">          00          </w:t>
      </w:r>
      <w:r w:rsidRPr="000D4572">
        <w:rPr>
          <w:sz w:val="26"/>
          <w:szCs w:val="26"/>
        </w:rPr>
        <w:t>коп.,</w:t>
      </w:r>
    </w:p>
    <w:p w:rsidR="0047603B" w:rsidRPr="000D4572" w:rsidRDefault="0047603B" w:rsidP="000B132A">
      <w:pPr>
        <w:ind w:firstLine="0"/>
        <w:jc w:val="center"/>
        <w:rPr>
          <w:sz w:val="22"/>
          <w:szCs w:val="22"/>
        </w:rPr>
      </w:pPr>
      <w:r w:rsidRPr="000D4572">
        <w:rPr>
          <w:sz w:val="26"/>
          <w:szCs w:val="26"/>
        </w:rPr>
        <w:t>_____________________</w:t>
      </w:r>
      <w:r w:rsidRPr="000D4572">
        <w:rPr>
          <w:i/>
          <w:iCs/>
          <w:sz w:val="26"/>
          <w:szCs w:val="26"/>
          <w:u w:val="single"/>
        </w:rPr>
        <w:t>( десять тысяч рублей 00 копеек)</w:t>
      </w:r>
      <w:r w:rsidRPr="000D4572">
        <w:rPr>
          <w:sz w:val="26"/>
          <w:szCs w:val="26"/>
        </w:rPr>
        <w:t xml:space="preserve">__________________________                                                                                                                            </w:t>
      </w:r>
      <w:r w:rsidRPr="000D4572">
        <w:rPr>
          <w:sz w:val="22"/>
          <w:szCs w:val="22"/>
        </w:rPr>
        <w:t>(сумма  прописью)</w:t>
      </w:r>
    </w:p>
    <w:p w:rsidR="0047603B" w:rsidRPr="000D4572" w:rsidRDefault="0047603B" w:rsidP="000B132A">
      <w:pPr>
        <w:ind w:firstLine="0"/>
        <w:jc w:val="both"/>
        <w:rPr>
          <w:sz w:val="26"/>
          <w:szCs w:val="26"/>
        </w:rPr>
      </w:pPr>
      <w:r w:rsidRPr="000D4572">
        <w:rPr>
          <w:sz w:val="26"/>
          <w:szCs w:val="26"/>
        </w:rPr>
        <w:t xml:space="preserve">уплаченные:   платежным поручением, </w:t>
      </w:r>
      <w:r w:rsidRPr="000D4572">
        <w:rPr>
          <w:sz w:val="26"/>
          <w:szCs w:val="26"/>
          <w:u w:val="single"/>
        </w:rPr>
        <w:t>квитанцией ПД-4</w:t>
      </w:r>
    </w:p>
    <w:p w:rsidR="0047603B" w:rsidRPr="000D4572" w:rsidRDefault="0047603B" w:rsidP="000B132A">
      <w:pPr>
        <w:ind w:firstLine="0"/>
        <w:jc w:val="both"/>
        <w:rPr>
          <w:sz w:val="22"/>
          <w:szCs w:val="22"/>
        </w:rPr>
      </w:pPr>
      <w:r w:rsidRPr="000D4572">
        <w:rPr>
          <w:sz w:val="26"/>
          <w:szCs w:val="26"/>
        </w:rPr>
        <w:t xml:space="preserve">                                                  </w:t>
      </w:r>
      <w:r w:rsidRPr="000D4572">
        <w:rPr>
          <w:sz w:val="22"/>
          <w:szCs w:val="22"/>
        </w:rPr>
        <w:t>(нужное подчеркнуть)</w:t>
      </w:r>
    </w:p>
    <w:p w:rsidR="0047603B" w:rsidRPr="000D4572" w:rsidRDefault="0047603B" w:rsidP="000B132A">
      <w:pPr>
        <w:ind w:firstLine="0"/>
        <w:jc w:val="both"/>
        <w:rPr>
          <w:sz w:val="26"/>
          <w:szCs w:val="26"/>
        </w:rPr>
      </w:pPr>
      <w:r w:rsidRPr="000D4572">
        <w:rPr>
          <w:sz w:val="26"/>
          <w:szCs w:val="26"/>
        </w:rPr>
        <w:t xml:space="preserve">№  </w:t>
      </w:r>
      <w:r w:rsidRPr="000D4572">
        <w:rPr>
          <w:i/>
          <w:iCs/>
          <w:sz w:val="26"/>
          <w:szCs w:val="26"/>
          <w:u w:val="single"/>
        </w:rPr>
        <w:t xml:space="preserve">          2121         </w:t>
      </w:r>
      <w:r w:rsidRPr="000D4572">
        <w:rPr>
          <w:sz w:val="26"/>
          <w:szCs w:val="26"/>
        </w:rPr>
        <w:t xml:space="preserve">от  </w:t>
      </w:r>
      <w:r w:rsidRPr="000D4572">
        <w:rPr>
          <w:i/>
          <w:iCs/>
          <w:sz w:val="26"/>
          <w:szCs w:val="26"/>
          <w:u w:val="single"/>
        </w:rPr>
        <w:t xml:space="preserve">           11.01.2016         </w:t>
      </w:r>
      <w:r w:rsidRPr="000D4572">
        <w:rPr>
          <w:sz w:val="26"/>
          <w:szCs w:val="26"/>
        </w:rPr>
        <w:t xml:space="preserve">г. на сумму  </w:t>
      </w:r>
      <w:r w:rsidRPr="000D4572">
        <w:rPr>
          <w:i/>
          <w:iCs/>
          <w:sz w:val="26"/>
          <w:szCs w:val="26"/>
          <w:u w:val="single"/>
        </w:rPr>
        <w:t xml:space="preserve">        10 000              </w:t>
      </w:r>
      <w:r w:rsidRPr="000D4572">
        <w:rPr>
          <w:sz w:val="26"/>
          <w:szCs w:val="26"/>
        </w:rPr>
        <w:t xml:space="preserve">руб. </w:t>
      </w:r>
      <w:r w:rsidRPr="000D4572">
        <w:rPr>
          <w:i/>
          <w:iCs/>
          <w:sz w:val="26"/>
          <w:szCs w:val="26"/>
          <w:u w:val="single"/>
        </w:rPr>
        <w:t xml:space="preserve"> 00</w:t>
      </w:r>
      <w:r w:rsidRPr="000D4572">
        <w:rPr>
          <w:sz w:val="26"/>
          <w:szCs w:val="26"/>
        </w:rPr>
        <w:t xml:space="preserve">  коп.</w:t>
      </w:r>
    </w:p>
    <w:p w:rsidR="0047603B" w:rsidRPr="000D4572" w:rsidRDefault="0047603B" w:rsidP="000B132A">
      <w:pPr>
        <w:ind w:firstLine="0"/>
        <w:jc w:val="both"/>
        <w:rPr>
          <w:sz w:val="26"/>
          <w:szCs w:val="26"/>
        </w:rPr>
      </w:pPr>
      <w:r w:rsidRPr="000D4572">
        <w:rPr>
          <w:sz w:val="26"/>
          <w:szCs w:val="26"/>
        </w:rPr>
        <w:t xml:space="preserve">по причине </w:t>
      </w:r>
      <w:r w:rsidRPr="000D4572">
        <w:rPr>
          <w:i/>
          <w:iCs/>
          <w:sz w:val="26"/>
          <w:szCs w:val="26"/>
          <w:u w:val="single"/>
        </w:rPr>
        <w:t xml:space="preserve">                                              неверной уплаты                                                        </w:t>
      </w:r>
      <w:r w:rsidRPr="000D4572">
        <w:rPr>
          <w:sz w:val="26"/>
          <w:szCs w:val="26"/>
        </w:rPr>
        <w:t>,</w:t>
      </w:r>
    </w:p>
    <w:p w:rsidR="0047603B" w:rsidRPr="000D4572" w:rsidRDefault="0047603B" w:rsidP="005A2E65">
      <w:pPr>
        <w:ind w:firstLine="0"/>
        <w:jc w:val="center"/>
        <w:rPr>
          <w:sz w:val="22"/>
          <w:szCs w:val="22"/>
        </w:rPr>
      </w:pPr>
      <w:r w:rsidRPr="000D4572">
        <w:rPr>
          <w:sz w:val="26"/>
          <w:szCs w:val="26"/>
        </w:rPr>
        <w:t xml:space="preserve">____________________________________________________________________________,                                                        </w:t>
      </w:r>
      <w:r w:rsidRPr="000D4572">
        <w:rPr>
          <w:sz w:val="22"/>
          <w:szCs w:val="22"/>
        </w:rPr>
        <w:t>(неверной уплаты; излишне уплаченных денежных средств и т.д)</w:t>
      </w:r>
    </w:p>
    <w:p w:rsidR="0047603B" w:rsidRPr="000D4572" w:rsidRDefault="0047603B" w:rsidP="000B132A">
      <w:pPr>
        <w:ind w:firstLine="0"/>
        <w:jc w:val="both"/>
        <w:rPr>
          <w:sz w:val="26"/>
          <w:szCs w:val="26"/>
        </w:rPr>
      </w:pPr>
      <w:r w:rsidRPr="000D4572">
        <w:rPr>
          <w:sz w:val="26"/>
          <w:szCs w:val="26"/>
        </w:rPr>
        <w:t xml:space="preserve">что подтверждено  </w:t>
      </w:r>
      <w:r w:rsidRPr="000D4572">
        <w:rPr>
          <w:i/>
          <w:iCs/>
          <w:sz w:val="26"/>
          <w:szCs w:val="26"/>
          <w:u w:val="single"/>
        </w:rPr>
        <w:t xml:space="preserve">                    актом сверки взаимных расчетов</w:t>
      </w:r>
      <w:r w:rsidRPr="000D4572">
        <w:rPr>
          <w:sz w:val="26"/>
          <w:szCs w:val="26"/>
        </w:rPr>
        <w:t>_____________________</w:t>
      </w:r>
    </w:p>
    <w:p w:rsidR="0047603B" w:rsidRPr="000D4572" w:rsidRDefault="0047603B" w:rsidP="000B132A">
      <w:pPr>
        <w:ind w:firstLine="0"/>
        <w:jc w:val="both"/>
        <w:rPr>
          <w:sz w:val="22"/>
          <w:szCs w:val="22"/>
        </w:rPr>
      </w:pPr>
      <w:r w:rsidRPr="000D4572">
        <w:rPr>
          <w:sz w:val="22"/>
          <w:szCs w:val="22"/>
        </w:rPr>
        <w:t xml:space="preserve">                                                                   (актом сверки, платежным поручением, </w:t>
      </w:r>
    </w:p>
    <w:p w:rsidR="0047603B" w:rsidRPr="000D4572" w:rsidRDefault="0047603B" w:rsidP="000B132A">
      <w:pPr>
        <w:ind w:firstLine="0"/>
        <w:jc w:val="both"/>
        <w:rPr>
          <w:sz w:val="26"/>
          <w:szCs w:val="26"/>
        </w:rPr>
      </w:pPr>
      <w:r w:rsidRPr="000D4572">
        <w:rPr>
          <w:sz w:val="26"/>
          <w:szCs w:val="26"/>
        </w:rPr>
        <w:t>____________________________________________________________________________,</w:t>
      </w:r>
    </w:p>
    <w:p w:rsidR="0047603B" w:rsidRPr="000D4572" w:rsidRDefault="0047603B" w:rsidP="000B132A">
      <w:pPr>
        <w:ind w:firstLine="0"/>
        <w:jc w:val="both"/>
        <w:rPr>
          <w:sz w:val="22"/>
          <w:szCs w:val="22"/>
        </w:rPr>
      </w:pPr>
      <w:r w:rsidRPr="000D4572">
        <w:rPr>
          <w:sz w:val="22"/>
          <w:szCs w:val="22"/>
        </w:rPr>
        <w:t xml:space="preserve">                                                       свидетельством на право собственности и др.)</w:t>
      </w:r>
    </w:p>
    <w:p w:rsidR="0047603B" w:rsidRPr="000D4572" w:rsidRDefault="0047603B" w:rsidP="000B132A">
      <w:pPr>
        <w:ind w:firstLine="0"/>
        <w:jc w:val="both"/>
        <w:rPr>
          <w:sz w:val="26"/>
          <w:szCs w:val="26"/>
        </w:rPr>
      </w:pPr>
      <w:r w:rsidRPr="000D4572">
        <w:rPr>
          <w:sz w:val="26"/>
          <w:szCs w:val="26"/>
        </w:rPr>
        <w:t>на следующие реквизиты получателя:</w:t>
      </w:r>
    </w:p>
    <w:p w:rsidR="0047603B" w:rsidRPr="000D4572" w:rsidRDefault="0047603B" w:rsidP="000B132A">
      <w:pPr>
        <w:ind w:firstLine="0"/>
        <w:jc w:val="both"/>
        <w:rPr>
          <w:sz w:val="26"/>
          <w:szCs w:val="26"/>
        </w:rPr>
      </w:pPr>
      <w:r w:rsidRPr="000D4572">
        <w:rPr>
          <w:sz w:val="26"/>
          <w:szCs w:val="26"/>
        </w:rPr>
        <w:t xml:space="preserve">Наименование получателя </w:t>
      </w:r>
      <w:r w:rsidRPr="000D4572">
        <w:rPr>
          <w:i/>
          <w:iCs/>
          <w:sz w:val="26"/>
          <w:szCs w:val="26"/>
          <w:u w:val="single"/>
        </w:rPr>
        <w:t xml:space="preserve">                   Иванов Иван Иванович</w:t>
      </w:r>
      <w:r w:rsidRPr="000D4572">
        <w:rPr>
          <w:sz w:val="26"/>
          <w:szCs w:val="26"/>
        </w:rPr>
        <w:t xml:space="preserve">________________________    </w:t>
      </w:r>
    </w:p>
    <w:p w:rsidR="0047603B" w:rsidRPr="000D4572" w:rsidRDefault="0047603B" w:rsidP="000B132A">
      <w:pPr>
        <w:ind w:firstLine="0"/>
        <w:jc w:val="both"/>
        <w:rPr>
          <w:sz w:val="26"/>
          <w:szCs w:val="26"/>
        </w:rPr>
      </w:pPr>
      <w:r w:rsidRPr="000D4572">
        <w:rPr>
          <w:sz w:val="26"/>
          <w:szCs w:val="26"/>
        </w:rPr>
        <w:t>____________________________________________________________________</w:t>
      </w:r>
    </w:p>
    <w:p w:rsidR="0047603B" w:rsidRPr="000D4572" w:rsidRDefault="0047603B" w:rsidP="000B132A">
      <w:pPr>
        <w:ind w:firstLine="0"/>
        <w:jc w:val="both"/>
        <w:rPr>
          <w:sz w:val="26"/>
          <w:szCs w:val="26"/>
        </w:rPr>
      </w:pPr>
      <w:r w:rsidRPr="000D4572">
        <w:rPr>
          <w:sz w:val="26"/>
          <w:szCs w:val="26"/>
        </w:rPr>
        <w:t xml:space="preserve">ИНН </w:t>
      </w:r>
      <w:r w:rsidRPr="000D4572">
        <w:rPr>
          <w:i/>
          <w:iCs/>
          <w:sz w:val="26"/>
          <w:szCs w:val="26"/>
          <w:u w:val="single"/>
        </w:rPr>
        <w:t xml:space="preserve">                                    000000000   </w:t>
      </w:r>
      <w:r w:rsidRPr="000D4572">
        <w:rPr>
          <w:sz w:val="26"/>
          <w:szCs w:val="26"/>
        </w:rPr>
        <w:t xml:space="preserve">___________________________________________     </w:t>
      </w:r>
    </w:p>
    <w:p w:rsidR="0047603B" w:rsidRPr="000D4572" w:rsidRDefault="0047603B" w:rsidP="000B132A">
      <w:pPr>
        <w:ind w:firstLine="0"/>
        <w:jc w:val="both"/>
        <w:rPr>
          <w:sz w:val="26"/>
          <w:szCs w:val="26"/>
        </w:rPr>
      </w:pPr>
      <w:r w:rsidRPr="000D4572">
        <w:rPr>
          <w:sz w:val="26"/>
          <w:szCs w:val="26"/>
        </w:rPr>
        <w:t xml:space="preserve">Р/С(Л/С)  </w:t>
      </w:r>
      <w:r w:rsidRPr="000D4572">
        <w:rPr>
          <w:i/>
          <w:iCs/>
          <w:sz w:val="26"/>
          <w:szCs w:val="26"/>
          <w:u w:val="single"/>
        </w:rPr>
        <w:t xml:space="preserve">  00000000000000000000000                    </w:t>
      </w:r>
      <w:r w:rsidRPr="000D4572">
        <w:rPr>
          <w:sz w:val="26"/>
          <w:szCs w:val="26"/>
        </w:rPr>
        <w:t xml:space="preserve">К/С  </w:t>
      </w:r>
      <w:r w:rsidRPr="000D4572">
        <w:rPr>
          <w:i/>
          <w:iCs/>
          <w:sz w:val="26"/>
          <w:szCs w:val="26"/>
          <w:u w:val="single"/>
        </w:rPr>
        <w:t xml:space="preserve">             00000000000000000000</w:t>
      </w:r>
      <w:r w:rsidRPr="000D4572">
        <w:rPr>
          <w:sz w:val="26"/>
          <w:szCs w:val="26"/>
        </w:rPr>
        <w:t>___</w:t>
      </w:r>
    </w:p>
    <w:p w:rsidR="0047603B" w:rsidRPr="000D4572" w:rsidRDefault="0047603B" w:rsidP="000B132A">
      <w:pPr>
        <w:ind w:firstLine="0"/>
        <w:jc w:val="both"/>
        <w:rPr>
          <w:sz w:val="26"/>
          <w:szCs w:val="26"/>
        </w:rPr>
      </w:pPr>
      <w:r w:rsidRPr="000D4572">
        <w:rPr>
          <w:sz w:val="26"/>
          <w:szCs w:val="26"/>
        </w:rPr>
        <w:t xml:space="preserve">Банк получателя  </w:t>
      </w:r>
      <w:r w:rsidRPr="000D4572">
        <w:rPr>
          <w:i/>
          <w:iCs/>
          <w:sz w:val="26"/>
          <w:szCs w:val="26"/>
          <w:u w:val="single"/>
        </w:rPr>
        <w:t xml:space="preserve">                                       ОАО «Крайинвестбанк»                                           </w:t>
      </w:r>
    </w:p>
    <w:p w:rsidR="0047603B" w:rsidRPr="000D4572" w:rsidRDefault="0047603B" w:rsidP="000B132A">
      <w:pPr>
        <w:ind w:firstLine="0"/>
        <w:jc w:val="both"/>
        <w:rPr>
          <w:i/>
          <w:iCs/>
          <w:sz w:val="26"/>
          <w:szCs w:val="26"/>
          <w:u w:val="single"/>
        </w:rPr>
      </w:pPr>
      <w:r w:rsidRPr="000D4572">
        <w:rPr>
          <w:sz w:val="26"/>
          <w:szCs w:val="26"/>
        </w:rPr>
        <w:t xml:space="preserve">БИК    </w:t>
      </w:r>
      <w:r w:rsidRPr="000D4572">
        <w:rPr>
          <w:i/>
          <w:iCs/>
          <w:sz w:val="26"/>
          <w:szCs w:val="26"/>
          <w:u w:val="single"/>
        </w:rPr>
        <w:t xml:space="preserve">                    000000000</w:t>
      </w:r>
      <w:r w:rsidRPr="000D4572">
        <w:rPr>
          <w:sz w:val="26"/>
          <w:szCs w:val="26"/>
        </w:rPr>
        <w:t>_______________________________________________</w:t>
      </w:r>
      <w:r w:rsidRPr="000D4572">
        <w:rPr>
          <w:i/>
          <w:iCs/>
          <w:sz w:val="26"/>
          <w:szCs w:val="26"/>
          <w:u w:val="single"/>
        </w:rPr>
        <w:t xml:space="preserve"> </w:t>
      </w:r>
      <w:r w:rsidRPr="000D4572">
        <w:rPr>
          <w:sz w:val="26"/>
          <w:szCs w:val="26"/>
        </w:rPr>
        <w:t xml:space="preserve">                                                                                                  </w:t>
      </w:r>
      <w:r w:rsidRPr="000D4572">
        <w:rPr>
          <w:i/>
          <w:iCs/>
          <w:sz w:val="26"/>
          <w:szCs w:val="26"/>
          <w:u w:val="single"/>
        </w:rPr>
        <w:t xml:space="preserve">   </w:t>
      </w:r>
    </w:p>
    <w:p w:rsidR="0047603B" w:rsidRPr="000D4572" w:rsidRDefault="0047603B" w:rsidP="001670D7">
      <w:pPr>
        <w:ind w:firstLine="709"/>
        <w:jc w:val="both"/>
        <w:rPr>
          <w:sz w:val="26"/>
          <w:szCs w:val="26"/>
        </w:rPr>
      </w:pPr>
    </w:p>
    <w:p w:rsidR="0047603B" w:rsidRPr="000D4572" w:rsidRDefault="0047603B" w:rsidP="001670D7">
      <w:pPr>
        <w:ind w:firstLine="709"/>
        <w:jc w:val="both"/>
        <w:rPr>
          <w:sz w:val="26"/>
          <w:szCs w:val="26"/>
        </w:rPr>
      </w:pPr>
    </w:p>
    <w:p w:rsidR="0047603B" w:rsidRPr="000D4572" w:rsidRDefault="0047603B" w:rsidP="001670D7">
      <w:pPr>
        <w:ind w:firstLine="709"/>
        <w:jc w:val="both"/>
        <w:rPr>
          <w:sz w:val="26"/>
          <w:szCs w:val="26"/>
        </w:rPr>
      </w:pPr>
    </w:p>
    <w:p w:rsidR="0047603B" w:rsidRPr="000D4572" w:rsidRDefault="0047603B" w:rsidP="001670D7">
      <w:pPr>
        <w:ind w:firstLine="709"/>
        <w:jc w:val="both"/>
        <w:rPr>
          <w:sz w:val="26"/>
          <w:szCs w:val="26"/>
        </w:rPr>
      </w:pPr>
      <w:r w:rsidRPr="000D4572">
        <w:rPr>
          <w:sz w:val="26"/>
          <w:szCs w:val="26"/>
        </w:rPr>
        <w:t>Прилагаются копии документов:</w:t>
      </w:r>
    </w:p>
    <w:p w:rsidR="0047603B" w:rsidRPr="000D4572" w:rsidRDefault="0047603B" w:rsidP="00E13733">
      <w:pPr>
        <w:ind w:firstLine="709"/>
        <w:jc w:val="both"/>
        <w:rPr>
          <w:i/>
          <w:iCs/>
          <w:sz w:val="26"/>
          <w:szCs w:val="26"/>
        </w:rPr>
      </w:pPr>
      <w:r w:rsidRPr="000D4572">
        <w:rPr>
          <w:i/>
          <w:iCs/>
          <w:sz w:val="26"/>
          <w:szCs w:val="26"/>
        </w:rPr>
        <w:t>копия квитанции ПД-4;</w:t>
      </w:r>
    </w:p>
    <w:p w:rsidR="0047603B" w:rsidRPr="000D4572" w:rsidRDefault="0047603B" w:rsidP="00E13733">
      <w:pPr>
        <w:ind w:firstLine="709"/>
        <w:jc w:val="both"/>
        <w:rPr>
          <w:i/>
          <w:iCs/>
          <w:sz w:val="26"/>
          <w:szCs w:val="26"/>
        </w:rPr>
      </w:pPr>
      <w:r w:rsidRPr="000D4572">
        <w:rPr>
          <w:i/>
          <w:iCs/>
          <w:sz w:val="26"/>
          <w:szCs w:val="26"/>
        </w:rPr>
        <w:t>копия акта-сверки расчетов.</w:t>
      </w:r>
    </w:p>
    <w:p w:rsidR="0047603B" w:rsidRPr="000D4572" w:rsidRDefault="0047603B" w:rsidP="00E13733">
      <w:pPr>
        <w:ind w:firstLine="709"/>
        <w:jc w:val="both"/>
        <w:rPr>
          <w:i/>
          <w:iCs/>
          <w:sz w:val="26"/>
          <w:szCs w:val="26"/>
        </w:rPr>
      </w:pPr>
    </w:p>
    <w:tbl>
      <w:tblPr>
        <w:tblW w:w="10165" w:type="dxa"/>
        <w:tblInd w:w="-106" w:type="dxa"/>
        <w:tblLook w:val="01E0"/>
      </w:tblPr>
      <w:tblGrid>
        <w:gridCol w:w="5211"/>
        <w:gridCol w:w="2415"/>
        <w:gridCol w:w="2539"/>
      </w:tblGrid>
      <w:tr w:rsidR="0047603B" w:rsidRPr="000D4572">
        <w:tc>
          <w:tcPr>
            <w:tcW w:w="5211" w:type="dxa"/>
          </w:tcPr>
          <w:p w:rsidR="0047603B" w:rsidRPr="000D4572" w:rsidRDefault="0047603B" w:rsidP="0008328B">
            <w:pPr>
              <w:ind w:firstLine="0"/>
              <w:jc w:val="both"/>
              <w:rPr>
                <w:i/>
                <w:iCs/>
                <w:sz w:val="26"/>
                <w:szCs w:val="26"/>
                <w:u w:val="single"/>
              </w:rPr>
            </w:pPr>
            <w:r w:rsidRPr="000D4572">
              <w:rPr>
                <w:i/>
                <w:iCs/>
                <w:sz w:val="26"/>
                <w:szCs w:val="26"/>
              </w:rPr>
              <w:t xml:space="preserve">           </w:t>
            </w:r>
            <w:r w:rsidRPr="000D4572">
              <w:rPr>
                <w:i/>
                <w:iCs/>
                <w:sz w:val="26"/>
                <w:szCs w:val="26"/>
                <w:u w:val="single"/>
              </w:rPr>
              <w:t>12 февраля 2016 года</w:t>
            </w:r>
          </w:p>
          <w:p w:rsidR="0047603B" w:rsidRPr="000D4572" w:rsidRDefault="0047603B" w:rsidP="001670D7">
            <w:pPr>
              <w:ind w:firstLine="0"/>
              <w:rPr>
                <w:sz w:val="26"/>
                <w:szCs w:val="26"/>
              </w:rPr>
            </w:pPr>
            <w:r w:rsidRPr="000D4572">
              <w:rPr>
                <w:sz w:val="26"/>
                <w:szCs w:val="26"/>
              </w:rPr>
              <w:t xml:space="preserve">                         дата</w:t>
            </w:r>
          </w:p>
          <w:p w:rsidR="0047603B" w:rsidRPr="000D4572" w:rsidRDefault="0047603B" w:rsidP="0008328B">
            <w:pPr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2415" w:type="dxa"/>
          </w:tcPr>
          <w:p w:rsidR="0047603B" w:rsidRPr="000D4572" w:rsidRDefault="0047603B" w:rsidP="0008328B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2539" w:type="dxa"/>
          </w:tcPr>
          <w:p w:rsidR="0047603B" w:rsidRPr="000D4572" w:rsidRDefault="0047603B" w:rsidP="0008328B">
            <w:pPr>
              <w:ind w:firstLine="0"/>
              <w:jc w:val="center"/>
              <w:rPr>
                <w:sz w:val="26"/>
                <w:szCs w:val="26"/>
              </w:rPr>
            </w:pPr>
            <w:r w:rsidRPr="000D4572">
              <w:rPr>
                <w:sz w:val="26"/>
                <w:szCs w:val="26"/>
              </w:rPr>
              <w:t>_</w:t>
            </w:r>
            <w:r w:rsidRPr="000D4572">
              <w:rPr>
                <w:i/>
                <w:iCs/>
                <w:sz w:val="26"/>
                <w:szCs w:val="26"/>
                <w:u w:val="single"/>
              </w:rPr>
              <w:t>И.И.Иванов</w:t>
            </w:r>
            <w:r w:rsidRPr="000D4572">
              <w:rPr>
                <w:sz w:val="26"/>
                <w:szCs w:val="26"/>
              </w:rPr>
              <w:t>_</w:t>
            </w:r>
          </w:p>
          <w:p w:rsidR="0047603B" w:rsidRPr="000D4572" w:rsidRDefault="0047603B" w:rsidP="0008328B">
            <w:pPr>
              <w:ind w:firstLine="0"/>
              <w:jc w:val="center"/>
              <w:rPr>
                <w:sz w:val="26"/>
                <w:szCs w:val="26"/>
              </w:rPr>
            </w:pPr>
            <w:r w:rsidRPr="000D4572">
              <w:rPr>
                <w:sz w:val="26"/>
                <w:szCs w:val="26"/>
              </w:rPr>
              <w:t xml:space="preserve">подпись заявителя </w:t>
            </w:r>
          </w:p>
          <w:p w:rsidR="0047603B" w:rsidRPr="000D4572" w:rsidRDefault="0047603B" w:rsidP="0008328B">
            <w:pPr>
              <w:ind w:firstLine="0"/>
              <w:jc w:val="both"/>
              <w:rPr>
                <w:sz w:val="26"/>
                <w:szCs w:val="26"/>
              </w:rPr>
            </w:pPr>
          </w:p>
        </w:tc>
      </w:tr>
    </w:tbl>
    <w:p w:rsidR="0047603B" w:rsidRPr="000D4572" w:rsidRDefault="0047603B" w:rsidP="001670D7">
      <w:pPr>
        <w:pStyle w:val="ConsPlusNonformat"/>
        <w:jc w:val="both"/>
        <w:rPr>
          <w:sz w:val="26"/>
          <w:szCs w:val="26"/>
        </w:rPr>
      </w:pPr>
      <w:r w:rsidRPr="000D457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sectPr w:rsidR="0047603B" w:rsidRPr="000D4572" w:rsidSect="006360D3">
      <w:headerReference w:type="default" r:id="rId6"/>
      <w:pgSz w:w="12240" w:h="15840"/>
      <w:pgMar w:top="567" w:right="567" w:bottom="567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03B" w:rsidRDefault="0047603B">
      <w:r>
        <w:separator/>
      </w:r>
    </w:p>
  </w:endnote>
  <w:endnote w:type="continuationSeparator" w:id="0">
    <w:p w:rsidR="0047603B" w:rsidRDefault="00476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03B" w:rsidRDefault="0047603B">
      <w:r>
        <w:separator/>
      </w:r>
    </w:p>
  </w:footnote>
  <w:footnote w:type="continuationSeparator" w:id="0">
    <w:p w:rsidR="0047603B" w:rsidRDefault="004760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03B" w:rsidRDefault="0047603B" w:rsidP="00B90DB0">
    <w:pPr>
      <w:pStyle w:val="Header"/>
      <w:framePr w:wrap="auto" w:vAnchor="text" w:hAnchor="margin" w:xAlign="center" w:y="1"/>
      <w:rPr>
        <w:rStyle w:val="PageNumber"/>
      </w:rPr>
    </w:pPr>
  </w:p>
  <w:p w:rsidR="0047603B" w:rsidRDefault="0047603B" w:rsidP="00FB3D77">
    <w:pPr>
      <w:pStyle w:val="Header"/>
      <w:framePr w:wrap="auto" w:vAnchor="text" w:hAnchor="margin" w:xAlign="center" w:y="1"/>
      <w:rPr>
        <w:rStyle w:val="PageNumber"/>
      </w:rPr>
    </w:pPr>
  </w:p>
  <w:p w:rsidR="0047603B" w:rsidRDefault="0047603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6CA"/>
    <w:rsid w:val="000124DD"/>
    <w:rsid w:val="00026D03"/>
    <w:rsid w:val="00027BDB"/>
    <w:rsid w:val="0003261A"/>
    <w:rsid w:val="00050B93"/>
    <w:rsid w:val="00052B21"/>
    <w:rsid w:val="0008328B"/>
    <w:rsid w:val="00090614"/>
    <w:rsid w:val="00092A88"/>
    <w:rsid w:val="000A0547"/>
    <w:rsid w:val="000B132A"/>
    <w:rsid w:val="000B3020"/>
    <w:rsid w:val="000D0452"/>
    <w:rsid w:val="000D4572"/>
    <w:rsid w:val="000D7B90"/>
    <w:rsid w:val="00152B97"/>
    <w:rsid w:val="001670D7"/>
    <w:rsid w:val="00172868"/>
    <w:rsid w:val="001756D0"/>
    <w:rsid w:val="00176704"/>
    <w:rsid w:val="00181187"/>
    <w:rsid w:val="0018174F"/>
    <w:rsid w:val="001A0864"/>
    <w:rsid w:val="001A3271"/>
    <w:rsid w:val="001B24D8"/>
    <w:rsid w:val="001C1A05"/>
    <w:rsid w:val="001E6B00"/>
    <w:rsid w:val="001F2419"/>
    <w:rsid w:val="002011A9"/>
    <w:rsid w:val="00205E63"/>
    <w:rsid w:val="00214519"/>
    <w:rsid w:val="002152BB"/>
    <w:rsid w:val="00216943"/>
    <w:rsid w:val="002240B6"/>
    <w:rsid w:val="00231FEE"/>
    <w:rsid w:val="00236E34"/>
    <w:rsid w:val="002504FF"/>
    <w:rsid w:val="002508D8"/>
    <w:rsid w:val="002611FB"/>
    <w:rsid w:val="00262046"/>
    <w:rsid w:val="002808A9"/>
    <w:rsid w:val="00285953"/>
    <w:rsid w:val="002A63CD"/>
    <w:rsid w:val="002C05B5"/>
    <w:rsid w:val="002C1A04"/>
    <w:rsid w:val="002D2672"/>
    <w:rsid w:val="002F06A3"/>
    <w:rsid w:val="002F1357"/>
    <w:rsid w:val="003053A6"/>
    <w:rsid w:val="003309E0"/>
    <w:rsid w:val="003435DF"/>
    <w:rsid w:val="00352A2C"/>
    <w:rsid w:val="0037057E"/>
    <w:rsid w:val="0037509A"/>
    <w:rsid w:val="00392643"/>
    <w:rsid w:val="003A601E"/>
    <w:rsid w:val="003D0C33"/>
    <w:rsid w:val="003D14CC"/>
    <w:rsid w:val="003E4285"/>
    <w:rsid w:val="003F0CC5"/>
    <w:rsid w:val="003F1EB0"/>
    <w:rsid w:val="00404F75"/>
    <w:rsid w:val="00411DF3"/>
    <w:rsid w:val="00414F29"/>
    <w:rsid w:val="00416228"/>
    <w:rsid w:val="00420886"/>
    <w:rsid w:val="00422D67"/>
    <w:rsid w:val="00431CA3"/>
    <w:rsid w:val="00437447"/>
    <w:rsid w:val="0045005A"/>
    <w:rsid w:val="00451210"/>
    <w:rsid w:val="004561E7"/>
    <w:rsid w:val="0046194B"/>
    <w:rsid w:val="00475DF9"/>
    <w:rsid w:val="0047603B"/>
    <w:rsid w:val="00492ADF"/>
    <w:rsid w:val="004B0283"/>
    <w:rsid w:val="004B78AB"/>
    <w:rsid w:val="004E159C"/>
    <w:rsid w:val="004F431D"/>
    <w:rsid w:val="005232A2"/>
    <w:rsid w:val="00564A74"/>
    <w:rsid w:val="005664E9"/>
    <w:rsid w:val="0057386A"/>
    <w:rsid w:val="00584291"/>
    <w:rsid w:val="005A2E65"/>
    <w:rsid w:val="005B074C"/>
    <w:rsid w:val="005B4167"/>
    <w:rsid w:val="005C52B5"/>
    <w:rsid w:val="005D20A4"/>
    <w:rsid w:val="005E3D9D"/>
    <w:rsid w:val="00600A06"/>
    <w:rsid w:val="006216EA"/>
    <w:rsid w:val="00635D18"/>
    <w:rsid w:val="006360D3"/>
    <w:rsid w:val="00641197"/>
    <w:rsid w:val="00655C06"/>
    <w:rsid w:val="00657E3B"/>
    <w:rsid w:val="00665373"/>
    <w:rsid w:val="00674183"/>
    <w:rsid w:val="00676583"/>
    <w:rsid w:val="00677204"/>
    <w:rsid w:val="00695505"/>
    <w:rsid w:val="006A2232"/>
    <w:rsid w:val="006B0880"/>
    <w:rsid w:val="006B4B44"/>
    <w:rsid w:val="006D1290"/>
    <w:rsid w:val="006E3330"/>
    <w:rsid w:val="006F1EB2"/>
    <w:rsid w:val="006F48A4"/>
    <w:rsid w:val="00704719"/>
    <w:rsid w:val="0071541C"/>
    <w:rsid w:val="00742461"/>
    <w:rsid w:val="00773BB0"/>
    <w:rsid w:val="00781987"/>
    <w:rsid w:val="00785426"/>
    <w:rsid w:val="00790833"/>
    <w:rsid w:val="007B2446"/>
    <w:rsid w:val="007B2B28"/>
    <w:rsid w:val="008124B8"/>
    <w:rsid w:val="00812A9A"/>
    <w:rsid w:val="00822A6D"/>
    <w:rsid w:val="008250A4"/>
    <w:rsid w:val="00832AFA"/>
    <w:rsid w:val="008334E1"/>
    <w:rsid w:val="008405CE"/>
    <w:rsid w:val="00842AD6"/>
    <w:rsid w:val="008568B3"/>
    <w:rsid w:val="00860C89"/>
    <w:rsid w:val="00894A64"/>
    <w:rsid w:val="008B0FAB"/>
    <w:rsid w:val="008B1C09"/>
    <w:rsid w:val="008B5054"/>
    <w:rsid w:val="008C2968"/>
    <w:rsid w:val="008D3577"/>
    <w:rsid w:val="008D5C7A"/>
    <w:rsid w:val="008E0E7C"/>
    <w:rsid w:val="0093193C"/>
    <w:rsid w:val="009477C9"/>
    <w:rsid w:val="00954D17"/>
    <w:rsid w:val="0096757D"/>
    <w:rsid w:val="009976B2"/>
    <w:rsid w:val="009A63AA"/>
    <w:rsid w:val="009E0041"/>
    <w:rsid w:val="009F43CD"/>
    <w:rsid w:val="00A01E3D"/>
    <w:rsid w:val="00A15B12"/>
    <w:rsid w:val="00A30F8D"/>
    <w:rsid w:val="00A90BD3"/>
    <w:rsid w:val="00AB45C6"/>
    <w:rsid w:val="00AD6607"/>
    <w:rsid w:val="00AE067F"/>
    <w:rsid w:val="00AE4AD8"/>
    <w:rsid w:val="00B3180D"/>
    <w:rsid w:val="00B41770"/>
    <w:rsid w:val="00B57850"/>
    <w:rsid w:val="00B900E5"/>
    <w:rsid w:val="00B90DB0"/>
    <w:rsid w:val="00C13CED"/>
    <w:rsid w:val="00C211C9"/>
    <w:rsid w:val="00C26B81"/>
    <w:rsid w:val="00C63AB3"/>
    <w:rsid w:val="00C84692"/>
    <w:rsid w:val="00CA5923"/>
    <w:rsid w:val="00CB06CA"/>
    <w:rsid w:val="00CC649F"/>
    <w:rsid w:val="00CD184D"/>
    <w:rsid w:val="00CE26CC"/>
    <w:rsid w:val="00CF04D3"/>
    <w:rsid w:val="00D0090B"/>
    <w:rsid w:val="00D01BB4"/>
    <w:rsid w:val="00D05E00"/>
    <w:rsid w:val="00D13B7F"/>
    <w:rsid w:val="00D229F3"/>
    <w:rsid w:val="00D53A7A"/>
    <w:rsid w:val="00D5791F"/>
    <w:rsid w:val="00D60C07"/>
    <w:rsid w:val="00D74BB9"/>
    <w:rsid w:val="00D800D7"/>
    <w:rsid w:val="00D82434"/>
    <w:rsid w:val="00D961EB"/>
    <w:rsid w:val="00DE5486"/>
    <w:rsid w:val="00E03DE5"/>
    <w:rsid w:val="00E10005"/>
    <w:rsid w:val="00E13733"/>
    <w:rsid w:val="00E24264"/>
    <w:rsid w:val="00E25C5F"/>
    <w:rsid w:val="00E3140D"/>
    <w:rsid w:val="00E3420C"/>
    <w:rsid w:val="00E35285"/>
    <w:rsid w:val="00E638EE"/>
    <w:rsid w:val="00E74BCA"/>
    <w:rsid w:val="00E842B4"/>
    <w:rsid w:val="00E873CD"/>
    <w:rsid w:val="00EA14EB"/>
    <w:rsid w:val="00EA1EE4"/>
    <w:rsid w:val="00EA4DD4"/>
    <w:rsid w:val="00EB58E4"/>
    <w:rsid w:val="00EC7E64"/>
    <w:rsid w:val="00ED38A7"/>
    <w:rsid w:val="00EE64B4"/>
    <w:rsid w:val="00F050F4"/>
    <w:rsid w:val="00F15CD9"/>
    <w:rsid w:val="00F502B7"/>
    <w:rsid w:val="00F55CA3"/>
    <w:rsid w:val="00F635B3"/>
    <w:rsid w:val="00F66614"/>
    <w:rsid w:val="00F74797"/>
    <w:rsid w:val="00F80F8A"/>
    <w:rsid w:val="00F92968"/>
    <w:rsid w:val="00FB2BEF"/>
    <w:rsid w:val="00FB35F7"/>
    <w:rsid w:val="00FB3D77"/>
    <w:rsid w:val="00FC353E"/>
    <w:rsid w:val="00FE7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614"/>
    <w:pPr>
      <w:ind w:firstLine="720"/>
    </w:pPr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A63AA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63AA"/>
    <w:rPr>
      <w:rFonts w:ascii="Arial" w:hAnsi="Arial" w:cs="Arial"/>
      <w:b/>
      <w:bCs/>
      <w:color w:val="26282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090614"/>
    <w:pPr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A4AB0"/>
    <w:rPr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090614"/>
    <w:pPr>
      <w:ind w:firstLine="851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A4AB0"/>
    <w:rPr>
      <w:sz w:val="28"/>
      <w:szCs w:val="28"/>
    </w:rPr>
  </w:style>
  <w:style w:type="table" w:styleId="TableGrid">
    <w:name w:val="Table Grid"/>
    <w:basedOn w:val="TableNormal"/>
    <w:uiPriority w:val="99"/>
    <w:rsid w:val="00FB2B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638E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4AB0"/>
    <w:rPr>
      <w:sz w:val="28"/>
      <w:szCs w:val="28"/>
    </w:rPr>
  </w:style>
  <w:style w:type="character" w:styleId="PageNumber">
    <w:name w:val="page number"/>
    <w:basedOn w:val="DefaultParagraphFont"/>
    <w:uiPriority w:val="99"/>
    <w:rsid w:val="00E638EE"/>
  </w:style>
  <w:style w:type="paragraph" w:styleId="Footer">
    <w:name w:val="footer"/>
    <w:basedOn w:val="Normal"/>
    <w:link w:val="FooterChar"/>
    <w:uiPriority w:val="99"/>
    <w:rsid w:val="00422D6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4AB0"/>
    <w:rPr>
      <w:sz w:val="28"/>
      <w:szCs w:val="28"/>
    </w:rPr>
  </w:style>
  <w:style w:type="paragraph" w:customStyle="1" w:styleId="a">
    <w:name w:val="Знак"/>
    <w:basedOn w:val="Normal"/>
    <w:uiPriority w:val="99"/>
    <w:rsid w:val="00420886"/>
    <w:pPr>
      <w:spacing w:before="100" w:beforeAutospacing="1" w:after="100" w:afterAutospacing="1"/>
      <w:ind w:firstLine="0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4B02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AB0"/>
    <w:rPr>
      <w:sz w:val="0"/>
      <w:szCs w:val="0"/>
    </w:rPr>
  </w:style>
  <w:style w:type="paragraph" w:customStyle="1" w:styleId="ConsPlusNonformat">
    <w:name w:val="ConsPlusNonformat"/>
    <w:uiPriority w:val="99"/>
    <w:rsid w:val="002508D8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9A63AA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</w:rPr>
  </w:style>
  <w:style w:type="character" w:customStyle="1" w:styleId="a1">
    <w:name w:val="Гипертекстовая ссылка"/>
    <w:basedOn w:val="DefaultParagraphFont"/>
    <w:uiPriority w:val="99"/>
    <w:rsid w:val="009A63AA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2</Pages>
  <Words>523</Words>
  <Characters>2982</Characters>
  <Application>Microsoft Office Outlook</Application>
  <DocSecurity>0</DocSecurity>
  <Lines>0</Lines>
  <Paragraphs>0</Paragraphs>
  <ScaleCrop>false</ScaleCrop>
  <Company>ДСЗН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dc:description/>
  <cp:lastModifiedBy>Кристина</cp:lastModifiedBy>
  <cp:revision>12</cp:revision>
  <cp:lastPrinted>2016-01-20T14:58:00Z</cp:lastPrinted>
  <dcterms:created xsi:type="dcterms:W3CDTF">2016-02-13T10:39:00Z</dcterms:created>
  <dcterms:modified xsi:type="dcterms:W3CDTF">2016-02-29T14:18:00Z</dcterms:modified>
</cp:coreProperties>
</file>